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AE160C8" w:rsidR="004E36AD" w:rsidRPr="00ED7ADA" w:rsidRDefault="004E36AD" w:rsidP="000420E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1715848E" w:rsidR="004E36AD" w:rsidRPr="00861B5D" w:rsidRDefault="004E36AD" w:rsidP="004E36AD">
      <w:pPr>
        <w:spacing w:before="120"/>
        <w:jc w:val="both"/>
        <w:rPr>
          <w:rFonts w:ascii="Calibri" w:hAnsi="Calibri" w:cs="Calibri"/>
        </w:rPr>
      </w:pPr>
      <w:r w:rsidRPr="00861B5D">
        <w:rPr>
          <w:rFonts w:ascii="Calibri" w:hAnsi="Calibri" w:cs="Calibri"/>
        </w:rPr>
        <w:t>The Procurement will follow the timeline below for this RF</w:t>
      </w:r>
      <w:r w:rsidR="00AD7F57" w:rsidRPr="00861B5D">
        <w:rPr>
          <w:rFonts w:ascii="Calibri" w:hAnsi="Calibri" w:cs="Calibri"/>
        </w:rPr>
        <w:t>P</w:t>
      </w:r>
      <w:r w:rsidRPr="00861B5D">
        <w:rPr>
          <w:rFonts w:ascii="Calibri" w:hAnsi="Calibri" w:cs="Calibri"/>
        </w:rPr>
        <w:t xml:space="preserve">. Any changes to this timeline will be posted on the </w:t>
      </w:r>
      <w:r w:rsidR="0020548D" w:rsidRPr="00861B5D">
        <w:rPr>
          <w:rFonts w:ascii="Calibri" w:hAnsi="Calibri" w:cs="Calibri"/>
        </w:rPr>
        <w:t xml:space="preserve">Kiribati Public Procurement </w:t>
      </w:r>
      <w:proofErr w:type="spellStart"/>
      <w:r w:rsidR="0020548D" w:rsidRPr="00861B5D">
        <w:rPr>
          <w:rFonts w:ascii="Calibri" w:hAnsi="Calibri" w:cs="Calibri"/>
        </w:rPr>
        <w:t>Web</w:t>
      </w:r>
      <w:r w:rsidR="00AD7F57" w:rsidRPr="00861B5D">
        <w:rPr>
          <w:rFonts w:ascii="Calibri" w:hAnsi="Calibri" w:cs="Calibri"/>
        </w:rPr>
        <w:t>Portal</w:t>
      </w:r>
      <w:proofErr w:type="spellEnd"/>
      <w:r w:rsidRPr="00861B5D">
        <w:rPr>
          <w:rFonts w:ascii="Calibri" w:hAnsi="Calibri" w:cs="Calibri"/>
        </w:rPr>
        <w:t xml:space="preserve"> (</w:t>
      </w:r>
      <w:hyperlink r:id="rId11" w:history="1">
        <w:r w:rsidR="009D30A6" w:rsidRPr="00861B5D">
          <w:rPr>
            <w:rStyle w:val="Hyperlink"/>
          </w:rPr>
          <w:t>Tender List | Central Procurement Unit</w:t>
        </w:r>
      </w:hyperlink>
      <w:r w:rsidRPr="00861B5D">
        <w:rPr>
          <w:rFonts w:ascii="Calibri" w:hAnsi="Calibri" w:cs="Calibri"/>
        </w:rPr>
        <w:t xml:space="preserve">) </w:t>
      </w:r>
      <w:r w:rsidRPr="00861B5D">
        <w:rPr>
          <w:rFonts w:ascii="Calibri" w:hAnsi="Calibri" w:cs="Calibri"/>
          <w:u w:val="single"/>
        </w:rPr>
        <w:t>or</w:t>
      </w:r>
      <w:r w:rsidRPr="00861B5D">
        <w:rPr>
          <w:rFonts w:ascii="Calibri" w:hAnsi="Calibri" w:cs="Calibri"/>
        </w:rPr>
        <w:t xml:space="preserve"> sent directly </w:t>
      </w:r>
      <w:r w:rsidR="000420E0" w:rsidRPr="00861B5D">
        <w:rPr>
          <w:rFonts w:ascii="Calibri" w:hAnsi="Calibri" w:cs="Calibri"/>
        </w:rPr>
        <w:t xml:space="preserve">to </w:t>
      </w:r>
      <w:r w:rsidRPr="00861B5D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861B5D">
        <w:rPr>
          <w:rFonts w:ascii="Calibri" w:hAnsi="Calibri" w:cs="Calibri"/>
        </w:rPr>
        <w:t>6</w:t>
      </w:r>
      <w:r w:rsidRPr="00861B5D">
        <w:rPr>
          <w:rFonts w:ascii="Calibri" w:hAnsi="Calibri" w:cs="Calibri"/>
        </w:rPr>
        <w:t>-1</w:t>
      </w:r>
      <w:r w:rsidR="00B0293A" w:rsidRPr="00861B5D">
        <w:rPr>
          <w:rFonts w:ascii="Calibri" w:hAnsi="Calibri" w:cs="Calibri"/>
        </w:rPr>
        <w:t>1</w:t>
      </w:r>
      <w:r w:rsidRPr="00861B5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861B5D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861B5D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861B5D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861B5D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861B5D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861B5D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861B5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61B5D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861B5D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34CF06B2" w:rsidR="00B0293A" w:rsidRPr="00861B5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7777777" w:rsidR="00B0293A" w:rsidRPr="00861B5D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861B5D" w14:paraId="5922C38F" w14:textId="77777777" w:rsidTr="00F9710B">
        <w:tc>
          <w:tcPr>
            <w:tcW w:w="4673" w:type="dxa"/>
            <w:shd w:val="clear" w:color="auto" w:fill="auto"/>
          </w:tcPr>
          <w:p w14:paraId="779DD94D" w14:textId="77777777" w:rsidR="00B0293A" w:rsidRPr="00861B5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61B5D">
              <w:rPr>
                <w:rFonts w:cs="Calibri"/>
                <w:sz w:val="24"/>
                <w:szCs w:val="24"/>
              </w:rPr>
              <w:t>TOR 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861B5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77777777" w:rsidR="00B0293A" w:rsidRPr="00861B5D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861B5D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861B5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61B5D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861B5D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861B5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C27FBA3" w:rsidR="00B0293A" w:rsidRPr="00861B5D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861B5D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861B5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61B5D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861B5D">
              <w:rPr>
                <w:rFonts w:cs="Calibri"/>
                <w:sz w:val="24"/>
                <w:szCs w:val="24"/>
              </w:rPr>
              <w:t xml:space="preserve">to </w:t>
            </w:r>
            <w:r w:rsidRPr="00861B5D">
              <w:rPr>
                <w:rFonts w:cs="Calibri"/>
                <w:sz w:val="24"/>
                <w:szCs w:val="24"/>
              </w:rPr>
              <w:t>amend the RF</w:t>
            </w:r>
            <w:r w:rsidR="00EC72C1" w:rsidRPr="00861B5D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30D9702" w:rsidR="00B0293A" w:rsidRPr="00861B5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7777777" w:rsidR="00B0293A" w:rsidRPr="00861B5D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861B5D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861B5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61B5D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861B5D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861B5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FDEF34B" w:rsidR="00B0293A" w:rsidRPr="00861B5D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861B5D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861B5D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61B5D">
              <w:rPr>
                <w:rFonts w:cs="Calibri"/>
                <w:sz w:val="24"/>
                <w:szCs w:val="24"/>
              </w:rPr>
              <w:t>Proposal</w:t>
            </w:r>
            <w:r w:rsidR="00B0293A" w:rsidRPr="00861B5D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861B5D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77777777" w:rsidR="00B0293A" w:rsidRPr="00861B5D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861B5D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861B5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61B5D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7A7272F8" w:rsidR="00B0293A" w:rsidRPr="00861B5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7777777" w:rsidR="00B0293A" w:rsidRPr="00861B5D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861B5D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861B5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61B5D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BB62FC" w:rsidR="00B0293A" w:rsidRPr="00861B5D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7777777" w:rsidR="00B0293A" w:rsidRPr="00861B5D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861B5D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861B5D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47C901E0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861B5D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635C7561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0420E0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420E0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7777777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18AD2269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0420E0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ED7ADA">
      <w:headerReference w:type="default" r:id="rId12"/>
      <w:footerReference w:type="default" r:id="rId13"/>
      <w:type w:val="oddPage"/>
      <w:pgSz w:w="11907" w:h="16839" w:code="9"/>
      <w:pgMar w:top="1418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7C7CF" w14:textId="77777777" w:rsidR="00DF4BDC" w:rsidRDefault="00DF4BDC">
      <w:r>
        <w:separator/>
      </w:r>
    </w:p>
  </w:endnote>
  <w:endnote w:type="continuationSeparator" w:id="0">
    <w:p w14:paraId="3BBBB996" w14:textId="77777777" w:rsidR="00DF4BDC" w:rsidRDefault="00DF4BDC">
      <w:r>
        <w:continuationSeparator/>
      </w:r>
    </w:p>
  </w:endnote>
  <w:endnote w:type="continuationNotice" w:id="1">
    <w:p w14:paraId="392421C7" w14:textId="77777777" w:rsidR="00DF4BDC" w:rsidRDefault="00DF4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D30A6" w:rsidRPr="009D30A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D30A6" w:rsidRPr="009D30A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D9C95A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61B5D">
      <w:rPr>
        <w:noProof/>
      </w:rPr>
      <w:t>2025-01-14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9BE79" w14:textId="77777777" w:rsidR="00DF4BDC" w:rsidRDefault="00DF4BDC">
      <w:r>
        <w:separator/>
      </w:r>
    </w:p>
  </w:footnote>
  <w:footnote w:type="continuationSeparator" w:id="0">
    <w:p w14:paraId="20B7D242" w14:textId="77777777" w:rsidR="00DF4BDC" w:rsidRDefault="00DF4BDC">
      <w:r>
        <w:continuationSeparator/>
      </w:r>
    </w:p>
  </w:footnote>
  <w:footnote w:type="continuationNotice" w:id="1">
    <w:p w14:paraId="64EC44D7" w14:textId="77777777" w:rsidR="00DF4BDC" w:rsidRDefault="00DF4B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8F2394C" w:rsidR="00133D55" w:rsidRPr="00141577" w:rsidRDefault="00ED7ADA" w:rsidP="00ED7AD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014204">
    <w:abstractNumId w:val="1"/>
  </w:num>
  <w:num w:numId="2" w16cid:durableId="1459376842">
    <w:abstractNumId w:val="10"/>
  </w:num>
  <w:num w:numId="3" w16cid:durableId="1675037672">
    <w:abstractNumId w:val="11"/>
  </w:num>
  <w:num w:numId="4" w16cid:durableId="486434858">
    <w:abstractNumId w:val="4"/>
  </w:num>
  <w:num w:numId="5" w16cid:durableId="2021157586">
    <w:abstractNumId w:val="3"/>
  </w:num>
  <w:num w:numId="6" w16cid:durableId="1956017648">
    <w:abstractNumId w:val="7"/>
  </w:num>
  <w:num w:numId="7" w16cid:durableId="1105157006">
    <w:abstractNumId w:val="5"/>
  </w:num>
  <w:num w:numId="8" w16cid:durableId="1222791154">
    <w:abstractNumId w:val="9"/>
  </w:num>
  <w:num w:numId="9" w16cid:durableId="561985852">
    <w:abstractNumId w:val="0"/>
  </w:num>
  <w:num w:numId="10" w16cid:durableId="1723559650">
    <w:abstractNumId w:val="8"/>
  </w:num>
  <w:num w:numId="11" w16cid:durableId="1403287494">
    <w:abstractNumId w:val="2"/>
  </w:num>
  <w:num w:numId="12" w16cid:durableId="148998229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0E0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1743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548D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2A20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554B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D5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18F9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56C5"/>
    <w:rsid w:val="004C6435"/>
    <w:rsid w:val="004C7826"/>
    <w:rsid w:val="004D23FC"/>
    <w:rsid w:val="004D2C41"/>
    <w:rsid w:val="004D556B"/>
    <w:rsid w:val="004D5B70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2F7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488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1B5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452D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30A6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294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4BDC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3F0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D7AD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964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474E3-7C78-4E92-A3EB-7C3B2257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214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1444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5</cp:revision>
  <cp:lastPrinted>2013-10-18T08:32:00Z</cp:lastPrinted>
  <dcterms:created xsi:type="dcterms:W3CDTF">2020-07-06T12:53:00Z</dcterms:created>
  <dcterms:modified xsi:type="dcterms:W3CDTF">2025-01-13T21:44:00Z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